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D2F55">
        <w:rPr>
          <w:rFonts w:ascii="Corbel" w:hAnsi="Corbel"/>
          <w:i/>
          <w:smallCaps/>
          <w:sz w:val="24"/>
          <w:szCs w:val="24"/>
        </w:rPr>
        <w:t xml:space="preserve"> 2020-2023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D93296">
        <w:rPr>
          <w:rFonts w:ascii="Corbel" w:hAnsi="Corbel"/>
          <w:sz w:val="20"/>
          <w:szCs w:val="20"/>
        </w:rPr>
        <w:t>2</w:t>
      </w:r>
      <w:r w:rsidR="001D2F55">
        <w:rPr>
          <w:rFonts w:ascii="Corbel" w:hAnsi="Corbel"/>
          <w:sz w:val="20"/>
          <w:szCs w:val="20"/>
        </w:rPr>
        <w:t>2</w:t>
      </w:r>
      <w:r w:rsidR="005C7FBF">
        <w:rPr>
          <w:rFonts w:ascii="Corbel" w:hAnsi="Corbel"/>
          <w:sz w:val="20"/>
          <w:szCs w:val="20"/>
        </w:rPr>
        <w:t>/202</w:t>
      </w:r>
      <w:r w:rsidR="001D2F55">
        <w:rPr>
          <w:rFonts w:ascii="Corbel" w:hAnsi="Corbel"/>
          <w:sz w:val="20"/>
          <w:szCs w:val="20"/>
        </w:rPr>
        <w:t>3</w:t>
      </w:r>
      <w:r w:rsidR="00544B1B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93296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3296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851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851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31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>II rok, 5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31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F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553A42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praca projektowa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pracy opiekuńczo-wychowawczej oraz pedagogika opiekuńcza.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:rsidTr="00DB7A3E">
        <w:tc>
          <w:tcPr>
            <w:tcW w:w="851" w:type="dxa"/>
            <w:vAlign w:val="center"/>
          </w:tcPr>
          <w:p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podopiecznych-wychowanków. 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lastRenderedPageBreak/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Podstawowe warunki efektywności pracy opiekuńczo-wychowawczej. Zasady wychowania opiekuńczego i ich realizacja w praktyce.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Czas wolny i jego opiekuńczo-wychowawcze znaczenie. Metodyka organizacji zajęć w czasie wolnym. Prowadzenie przez studentów zajęć z zakresu organizacji czasu wolnego.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F018BE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 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 xml:space="preserve">organizacji skutecznych oddziaływań psychoedukacyjnych adresowanych do rodziców. 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Planowanie pracy opiekuńczo-wychowawczej. Rodzaje planów pracy w placówkach opiekuńczo-wychowawczych, cechy dobrego planu pracy. Indywidualny plan pracy z wychowankiem – znaczenie, metodyczne założenia.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>Metodyczne postępowanie w sytuacjach kryzysowych podopiecznych rodzinnej i instytucjonalnej pieczy zastępczej.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C71DD4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F40648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projektowa – program pracy wychowawczej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z wybraną grupą podopiecznych-wychowanków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D97B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przygotowanie do kolokwium , 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  <w:r w:rsidR="00D97B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4049F" w:rsidRPr="00472C42" w:rsidRDefault="00F4049F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i jej metodyka. Wybrane zagadnienia teorii, metodyki i praktyki opiekuńczo-wychowawczej</w:t>
            </w:r>
            <w:r w:rsidRPr="002343E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sz w:val="24"/>
                <w:szCs w:val="24"/>
              </w:rPr>
              <w:t>Zielona Góra 2004.</w:t>
            </w:r>
          </w:p>
          <w:p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część II, Wałbrzych 2000.</w:t>
            </w:r>
          </w:p>
          <w:p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472C42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343EF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4049F" w:rsidRPr="00B10FB7" w:rsidRDefault="00F4049F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Mazlish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Griesbeck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Krasiejko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:rsidR="001A0066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Nelsen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B10FB7" w:rsidRPr="00B10FB7" w:rsidRDefault="00B10FB7" w:rsidP="00B10FB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910" w:rsidRDefault="00366910" w:rsidP="00C16ABF">
      <w:pPr>
        <w:spacing w:after="0" w:line="240" w:lineRule="auto"/>
      </w:pPr>
      <w:r>
        <w:separator/>
      </w:r>
    </w:p>
  </w:endnote>
  <w:endnote w:type="continuationSeparator" w:id="0">
    <w:p w:rsidR="00366910" w:rsidRDefault="003669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910" w:rsidRDefault="00366910" w:rsidP="00C16ABF">
      <w:pPr>
        <w:spacing w:after="0" w:line="240" w:lineRule="auto"/>
      </w:pPr>
      <w:r>
        <w:separator/>
      </w:r>
    </w:p>
  </w:footnote>
  <w:footnote w:type="continuationSeparator" w:id="0">
    <w:p w:rsidR="00366910" w:rsidRDefault="0036691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2F55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220E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3F78"/>
    <w:rsid w:val="0036691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1A8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22B0"/>
    <w:rsid w:val="005363C4"/>
    <w:rsid w:val="00536BDE"/>
    <w:rsid w:val="00543ACC"/>
    <w:rsid w:val="00544B1B"/>
    <w:rsid w:val="00553A42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3643A"/>
    <w:rsid w:val="00647FA8"/>
    <w:rsid w:val="00650C5F"/>
    <w:rsid w:val="00654934"/>
    <w:rsid w:val="006620D9"/>
    <w:rsid w:val="00671958"/>
    <w:rsid w:val="00675843"/>
    <w:rsid w:val="00685199"/>
    <w:rsid w:val="00696477"/>
    <w:rsid w:val="006D050F"/>
    <w:rsid w:val="006D6139"/>
    <w:rsid w:val="006E5D65"/>
    <w:rsid w:val="006E66AB"/>
    <w:rsid w:val="006E6FE6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33E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1206"/>
    <w:rsid w:val="00884922"/>
    <w:rsid w:val="00885F64"/>
    <w:rsid w:val="008917F9"/>
    <w:rsid w:val="008A45F7"/>
    <w:rsid w:val="008B438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ED1"/>
    <w:rsid w:val="00954A07"/>
    <w:rsid w:val="0095736C"/>
    <w:rsid w:val="00992F29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A11"/>
    <w:rsid w:val="00A601C8"/>
    <w:rsid w:val="00A60799"/>
    <w:rsid w:val="00A84C85"/>
    <w:rsid w:val="00A97DE1"/>
    <w:rsid w:val="00AB053C"/>
    <w:rsid w:val="00AB41F7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C74"/>
    <w:rsid w:val="00BC4FDC"/>
    <w:rsid w:val="00BD3869"/>
    <w:rsid w:val="00BD66E9"/>
    <w:rsid w:val="00BD6FF4"/>
    <w:rsid w:val="00BF2C41"/>
    <w:rsid w:val="00C058B4"/>
    <w:rsid w:val="00C05F44"/>
    <w:rsid w:val="00C06F2E"/>
    <w:rsid w:val="00C12F4C"/>
    <w:rsid w:val="00C131B5"/>
    <w:rsid w:val="00C16ABF"/>
    <w:rsid w:val="00C170AE"/>
    <w:rsid w:val="00C26CB7"/>
    <w:rsid w:val="00C324C1"/>
    <w:rsid w:val="00C36992"/>
    <w:rsid w:val="00C515C9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93296"/>
    <w:rsid w:val="00D97B58"/>
    <w:rsid w:val="00DA17BA"/>
    <w:rsid w:val="00DA2114"/>
    <w:rsid w:val="00DB7A3E"/>
    <w:rsid w:val="00DC31C8"/>
    <w:rsid w:val="00DE09C0"/>
    <w:rsid w:val="00DE310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AC1"/>
    <w:rsid w:val="00E63348"/>
    <w:rsid w:val="00E66E8B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D3B69"/>
    <w:rsid w:val="00EE32DE"/>
    <w:rsid w:val="00EE5457"/>
    <w:rsid w:val="00EF775F"/>
    <w:rsid w:val="00F070AB"/>
    <w:rsid w:val="00F17567"/>
    <w:rsid w:val="00F27A7B"/>
    <w:rsid w:val="00F4049F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188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6FCC8-F7F9-4876-8AE6-F3AE37F9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1111</Words>
  <Characters>6666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2019-12-05T12:21:00Z</cp:lastPrinted>
  <dcterms:created xsi:type="dcterms:W3CDTF">2019-11-12T14:52:00Z</dcterms:created>
  <dcterms:modified xsi:type="dcterms:W3CDTF">2021-10-04T07:19:00Z</dcterms:modified>
</cp:coreProperties>
</file>